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7EC82DB3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8660E6">
        <w:rPr>
          <w:rFonts w:eastAsia="Times New Roman" w:cs="Times New Roman"/>
          <w:lang w:eastAsia="cs-CZ"/>
        </w:rPr>
        <w:t xml:space="preserve">Příloha č. </w:t>
      </w:r>
      <w:r w:rsidR="008660E6" w:rsidRPr="008660E6">
        <w:rPr>
          <w:rFonts w:eastAsia="Times New Roman" w:cs="Times New Roman"/>
          <w:lang w:eastAsia="cs-CZ"/>
        </w:rPr>
        <w:t>3</w:t>
      </w:r>
      <w:r w:rsidRPr="008660E6">
        <w:rPr>
          <w:rFonts w:eastAsia="Times New Roman" w:cs="Times New Roman"/>
          <w:lang w:eastAsia="cs-CZ"/>
        </w:rPr>
        <w:t xml:space="preserve"> </w:t>
      </w:r>
      <w:r w:rsidR="00645A29" w:rsidRPr="008660E6">
        <w:rPr>
          <w:lang w:eastAsia="cs-CZ"/>
        </w:rPr>
        <w:t>Zadávací</w:t>
      </w:r>
      <w:r w:rsidR="00645A29">
        <w:rPr>
          <w:lang w:eastAsia="cs-CZ"/>
        </w:rPr>
        <w:t xml:space="preserve">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457D2E23" w14:textId="77777777" w:rsidR="008660E6" w:rsidRPr="008660E6" w:rsidRDefault="003C4FBB" w:rsidP="003C4FBB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8660E6">
        <w:rPr>
          <w:rFonts w:eastAsia="Times New Roman" w:cs="Times New Roman"/>
          <w:lang w:eastAsia="cs-CZ"/>
        </w:rPr>
        <w:t>na</w:t>
      </w:r>
      <w:r w:rsidRPr="008660E6">
        <w:rPr>
          <w:rFonts w:eastAsia="Times New Roman" w:cs="Times New Roman"/>
          <w:lang w:eastAsia="cs-CZ"/>
        </w:rPr>
        <w:t>dlimitní sektorovou veřejnou</w:t>
      </w:r>
      <w:r w:rsidRPr="004511E1">
        <w:rPr>
          <w:rFonts w:eastAsia="Times New Roman" w:cs="Times New Roman"/>
          <w:lang w:eastAsia="cs-CZ"/>
        </w:rPr>
        <w:t xml:space="preserve"> zakázku s </w:t>
      </w:r>
      <w:r w:rsidRPr="008660E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8660E6">
        <w:rPr>
          <w:rFonts w:eastAsia="Times New Roman" w:cs="Times New Roman"/>
          <w:b/>
          <w:lang w:eastAsia="cs-CZ"/>
        </w:rPr>
        <w:t>„</w:t>
      </w:r>
      <w:bookmarkEnd w:id="0"/>
      <w:r w:rsidR="008660E6" w:rsidRPr="008660E6">
        <w:rPr>
          <w:rFonts w:eastAsia="Times New Roman" w:cs="Times New Roman"/>
          <w:b/>
          <w:lang w:eastAsia="cs-CZ"/>
        </w:rPr>
        <w:t>Obnova vozového parku - Hasičský záchranný sbor SŽ - speciální vozidla – II. etapa</w:t>
      </w:r>
      <w:r w:rsidRPr="008660E6">
        <w:rPr>
          <w:rFonts w:eastAsia="Times New Roman" w:cs="Times New Roman"/>
          <w:b/>
          <w:lang w:eastAsia="cs-CZ"/>
        </w:rPr>
        <w:t xml:space="preserve">“, </w:t>
      </w:r>
    </w:p>
    <w:p w14:paraId="54D580FD" w14:textId="0F8E6CE0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8660E6">
        <w:rPr>
          <w:rFonts w:eastAsia="Times New Roman" w:cs="Times New Roman"/>
          <w:lang w:eastAsia="cs-CZ"/>
        </w:rPr>
        <w:t>č.j</w:t>
      </w:r>
      <w:r w:rsidR="008660E6" w:rsidRPr="008660E6">
        <w:rPr>
          <w:rFonts w:eastAsia="Times New Roman" w:cs="Times New Roman"/>
          <w:lang w:eastAsia="cs-CZ"/>
        </w:rPr>
        <w:t xml:space="preserve"> 26634/2020-SŽ-GŘ-O8</w:t>
      </w:r>
      <w:r w:rsidRPr="008660E6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8660E6">
        <w:rPr>
          <w:rFonts w:eastAsia="Times New Roman" w:cs="Times New Roman"/>
          <w:highlight w:val="yellow"/>
          <w:lang w:eastAsia="cs-CZ"/>
        </w:rPr>
        <w:t xml:space="preserve">xx významných </w:t>
      </w:r>
      <w:r w:rsidRPr="00A1780E">
        <w:rPr>
          <w:rFonts w:eastAsia="Times New Roman" w:cs="Times New Roman"/>
          <w:highlight w:val="yellow"/>
          <w:lang w:eastAsia="cs-CZ"/>
        </w:rPr>
        <w:t>dodávek</w:t>
      </w:r>
      <w:r>
        <w:rPr>
          <w:rFonts w:eastAsia="Times New Roman" w:cs="Times New Roman"/>
          <w:lang w:eastAsia="cs-CZ"/>
        </w:rPr>
        <w:t xml:space="preserve"> definovaných v </w:t>
      </w:r>
      <w:r w:rsidRPr="008660E6">
        <w:rPr>
          <w:rFonts w:eastAsia="Times New Roman" w:cs="Times New Roman"/>
          <w:lang w:eastAsia="cs-CZ"/>
        </w:rPr>
        <w:t xml:space="preserve">čl. </w:t>
      </w:r>
      <w:r w:rsidR="008660E6" w:rsidRPr="008660E6">
        <w:rPr>
          <w:rFonts w:eastAsia="Times New Roman" w:cs="Times New Roman"/>
          <w:lang w:eastAsia="cs-CZ"/>
        </w:rPr>
        <w:t>10</w:t>
      </w:r>
      <w:r w:rsidRPr="008660E6">
        <w:rPr>
          <w:rFonts w:eastAsia="Times New Roman" w:cs="Times New Roman"/>
          <w:lang w:eastAsia="cs-CZ"/>
        </w:rPr>
        <w:t xml:space="preserve"> </w:t>
      </w:r>
      <w:r w:rsidR="00645A29" w:rsidRPr="008660E6">
        <w:rPr>
          <w:rFonts w:eastAsia="Times New Roman" w:cs="Times New Roman"/>
          <w:lang w:eastAsia="cs-CZ"/>
        </w:rPr>
        <w:t>Zadávací</w:t>
      </w:r>
      <w:r w:rsidR="00645A29">
        <w:rPr>
          <w:rFonts w:eastAsia="Times New Roman" w:cs="Times New Roman"/>
          <w:lang w:eastAsia="cs-CZ"/>
        </w:rPr>
        <w:t xml:space="preserve"> </w:t>
      </w:r>
      <w:r w:rsidR="00645A29" w:rsidRPr="008660E6">
        <w:rPr>
          <w:rFonts w:eastAsia="Times New Roman" w:cs="Times New Roman"/>
          <w:lang w:eastAsia="cs-CZ"/>
        </w:rPr>
        <w:t>dokumentace</w:t>
      </w:r>
      <w:r w:rsidRPr="008660E6">
        <w:rPr>
          <w:rFonts w:eastAsia="Times New Roman" w:cs="Times New Roman"/>
          <w:lang w:eastAsia="cs-CZ"/>
        </w:rPr>
        <w:t xml:space="preserve"> v</w:t>
      </w:r>
      <w:r w:rsidR="008660E6" w:rsidRPr="008660E6">
        <w:rPr>
          <w:rFonts w:eastAsia="Times New Roman" w:cs="Times New Roman"/>
          <w:lang w:eastAsia="cs-CZ"/>
        </w:rPr>
        <w:t> </w:t>
      </w:r>
      <w:r w:rsidRPr="008660E6">
        <w:rPr>
          <w:rFonts w:eastAsia="Times New Roman" w:cs="Times New Roman"/>
          <w:lang w:eastAsia="cs-CZ"/>
        </w:rPr>
        <w:t>celkové</w:t>
      </w:r>
      <w:r w:rsidR="008660E6" w:rsidRPr="008660E6">
        <w:rPr>
          <w:rFonts w:eastAsia="Times New Roman" w:cs="Times New Roman"/>
          <w:lang w:eastAsia="cs-CZ"/>
        </w:rPr>
        <w:t xml:space="preserve"> hodnotě</w:t>
      </w:r>
      <w:r w:rsidR="008660E6" w:rsidRPr="006F3536">
        <w:rPr>
          <w:rFonts w:eastAsia="Times New Roman" w:cs="Times New Roman"/>
          <w:lang w:eastAsia="cs-CZ"/>
        </w:rPr>
        <w:t xml:space="preserve"> </w:t>
      </w:r>
      <w:r w:rsidR="008660E6" w:rsidRPr="006F3536">
        <w:rPr>
          <w:rFonts w:eastAsia="Times New Roman" w:cs="Times New Roman"/>
          <w:highlight w:val="yellow"/>
          <w:lang w:eastAsia="cs-CZ"/>
        </w:rPr>
        <w:t>xxxxx</w:t>
      </w:r>
      <w:r w:rsidR="008660E6" w:rsidRPr="006F3536">
        <w:rPr>
          <w:rFonts w:eastAsia="Times New Roman" w:cs="Times New Roman"/>
          <w:lang w:eastAsia="cs-CZ"/>
        </w:rPr>
        <w:t xml:space="preserve"> Kč bez DPH</w:t>
      </w:r>
      <w:r w:rsidR="008660E6">
        <w:rPr>
          <w:rFonts w:eastAsia="Times New Roman" w:cs="Times New Roman"/>
          <w:lang w:eastAsia="cs-CZ"/>
        </w:rPr>
        <w:t xml:space="preserve">, z toho každou v minimální hodnotě </w:t>
      </w:r>
      <w:r w:rsidR="008660E6" w:rsidRPr="008660E6">
        <w:rPr>
          <w:rFonts w:eastAsia="Times New Roman" w:cs="Times New Roman"/>
          <w:highlight w:val="yellow"/>
          <w:lang w:eastAsia="cs-CZ"/>
        </w:rPr>
        <w:t>xxxxx</w:t>
      </w:r>
      <w:r w:rsidR="008660E6">
        <w:rPr>
          <w:rFonts w:eastAsia="Times New Roman" w:cs="Times New Roman"/>
          <w:lang w:eastAsia="cs-CZ"/>
        </w:rPr>
        <w:t xml:space="preserve"> </w:t>
      </w:r>
      <w:r w:rsidR="008660E6" w:rsidRPr="006F3536">
        <w:rPr>
          <w:rFonts w:eastAsia="Times New Roman" w:cs="Times New Roman"/>
          <w:lang w:eastAsia="cs-CZ"/>
        </w:rPr>
        <w:t>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BC00E3" w:rsidRPr="006F3536" w14:paraId="64C02FF5" w14:textId="77777777" w:rsidTr="00E75D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4B9E3B7" w14:textId="77777777" w:rsidR="00BC00E3" w:rsidRPr="006F3536" w:rsidRDefault="00BC00E3" w:rsidP="00E75D0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1A61EAE1" w14:textId="77777777" w:rsidR="00BC00E3" w:rsidRPr="006F3536" w:rsidRDefault="00BC00E3" w:rsidP="00E75D0F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97C75E8" w14:textId="77777777" w:rsidR="00BC00E3" w:rsidRPr="006F3536" w:rsidRDefault="00BC00E3" w:rsidP="00E75D0F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76C419A6" w14:textId="77777777" w:rsidR="00BC00E3" w:rsidRPr="006F3536" w:rsidRDefault="00BC00E3" w:rsidP="00E75D0F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C18E35F" w14:textId="77777777" w:rsidR="00BC00E3" w:rsidRPr="006F3536" w:rsidRDefault="00BC00E3" w:rsidP="00E75D0F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1D7AD45" w14:textId="77777777" w:rsidR="00BC00E3" w:rsidRPr="006F3536" w:rsidRDefault="00BC00E3" w:rsidP="00E75D0F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A1F1047" w14:textId="77777777" w:rsidR="00BC00E3" w:rsidRPr="006F3536" w:rsidRDefault="00BC00E3" w:rsidP="00E75D0F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6F3536"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BC00E3" w:rsidRPr="006F3536" w14:paraId="44534D08" w14:textId="77777777" w:rsidTr="00E75D0F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</w:tcPr>
          <w:p w14:paraId="3BFCC4BD" w14:textId="77777777" w:rsidR="00BC00E3" w:rsidRPr="006F3536" w:rsidRDefault="00BC00E3" w:rsidP="00E75D0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</w:tcPr>
          <w:p w14:paraId="6B144E5D" w14:textId="77777777" w:rsidR="00BC00E3" w:rsidRPr="006F3536" w:rsidRDefault="00BC00E3" w:rsidP="00E75D0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</w:tcPr>
          <w:p w14:paraId="050F3F79" w14:textId="77777777" w:rsidR="00BC00E3" w:rsidRPr="006F3536" w:rsidRDefault="00BC00E3" w:rsidP="00E75D0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14:paraId="3502B7D6" w14:textId="77777777" w:rsidR="00BC00E3" w:rsidRPr="006F3536" w:rsidRDefault="00BC00E3" w:rsidP="00E75D0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C00E3" w:rsidRPr="006F3536" w14:paraId="7BF639FF" w14:textId="77777777" w:rsidTr="00E75D0F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single" w:sz="4" w:space="0" w:color="auto"/>
            </w:tcBorders>
          </w:tcPr>
          <w:p w14:paraId="4ABEFFE7" w14:textId="77777777" w:rsidR="00BC00E3" w:rsidRPr="006F3536" w:rsidRDefault="00BC00E3" w:rsidP="00E75D0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14:paraId="1C6C0C26" w14:textId="77777777" w:rsidR="00BC00E3" w:rsidRPr="006F3536" w:rsidRDefault="00BC00E3" w:rsidP="00E75D0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781ACF5D" w14:textId="77777777" w:rsidR="00BC00E3" w:rsidRPr="006F3536" w:rsidRDefault="00BC00E3" w:rsidP="00E75D0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4" w:space="0" w:color="auto"/>
            </w:tcBorders>
          </w:tcPr>
          <w:p w14:paraId="37922084" w14:textId="77777777" w:rsidR="00BC00E3" w:rsidRPr="006F3536" w:rsidRDefault="00BC00E3" w:rsidP="00E75D0F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C00E3" w:rsidRPr="006F3536" w14:paraId="58AF6413" w14:textId="77777777" w:rsidTr="00E75D0F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BE7DE" w14:textId="77777777" w:rsidR="00BC00E3" w:rsidRPr="00C92CC8" w:rsidRDefault="00BC00E3" w:rsidP="00E75D0F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B0FC8" w14:textId="77777777" w:rsidR="00BC00E3" w:rsidRPr="00C92CC8" w:rsidRDefault="00BC00E3" w:rsidP="00E75D0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94739" w14:textId="77777777" w:rsidR="00BC00E3" w:rsidRPr="00C92CC8" w:rsidRDefault="00BC00E3" w:rsidP="00E75D0F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07D6" w14:textId="77777777" w:rsidR="00BC00E3" w:rsidRPr="00C92CC8" w:rsidRDefault="00BC00E3" w:rsidP="00E75D0F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</w:tr>
      <w:tr w:rsidR="00BC00E3" w:rsidRPr="006F3536" w14:paraId="66807AEC" w14:textId="77777777" w:rsidTr="00E75D0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F03BE" w14:textId="77777777" w:rsidR="00BC00E3" w:rsidRPr="00C92CC8" w:rsidRDefault="00BC00E3" w:rsidP="00E75D0F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F7DDD" w14:textId="77777777" w:rsidR="00BC00E3" w:rsidRPr="00C92CC8" w:rsidRDefault="00BC00E3" w:rsidP="00E75D0F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C926E" w14:textId="77777777" w:rsidR="00BC00E3" w:rsidRPr="00C92CC8" w:rsidRDefault="00BC00E3" w:rsidP="00E75D0F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4546" w14:textId="77777777" w:rsidR="00BC00E3" w:rsidRPr="00C92CC8" w:rsidRDefault="00BC00E3" w:rsidP="00E75D0F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D4A6E2A" w14:textId="79D8D91C" w:rsidR="009F392E" w:rsidRPr="00D5409E" w:rsidRDefault="003C4FBB" w:rsidP="00D5409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  <w:bookmarkStart w:id="1" w:name="_GoBack"/>
      <w:bookmarkEnd w:id="1"/>
    </w:p>
    <w:sectPr w:rsidR="009F392E" w:rsidRPr="00D540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A54BA" w14:textId="77777777" w:rsidR="008660E6" w:rsidRDefault="008660E6" w:rsidP="00962258">
      <w:pPr>
        <w:spacing w:after="0" w:line="240" w:lineRule="auto"/>
      </w:pPr>
      <w:r>
        <w:separator/>
      </w:r>
    </w:p>
  </w:endnote>
  <w:endnote w:type="continuationSeparator" w:id="0">
    <w:p w14:paraId="2CD12806" w14:textId="77777777" w:rsidR="008660E6" w:rsidRDefault="008660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660E6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E9BF5FD" w:rsidR="008660E6" w:rsidRPr="00B8518B" w:rsidRDefault="008660E6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40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40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8660E6" w:rsidRDefault="008660E6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8660E6" w:rsidRDefault="008660E6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8660E6" w:rsidRDefault="008660E6" w:rsidP="00D831A3">
          <w:pPr>
            <w:pStyle w:val="Zpat"/>
          </w:pPr>
        </w:p>
      </w:tc>
    </w:tr>
  </w:tbl>
  <w:p w14:paraId="1E3097F2" w14:textId="77777777" w:rsidR="008660E6" w:rsidRPr="00B8518B" w:rsidRDefault="008660E6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2FB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CE69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660E6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FC01A35" w:rsidR="008660E6" w:rsidRPr="00B8518B" w:rsidRDefault="008660E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40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40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8660E6" w:rsidRDefault="008660E6" w:rsidP="00460660">
          <w:pPr>
            <w:pStyle w:val="Zpat"/>
          </w:pPr>
          <w:r>
            <w:t>Správa železnic, státní organizace</w:t>
          </w:r>
        </w:p>
        <w:p w14:paraId="33E9DE50" w14:textId="77777777" w:rsidR="008660E6" w:rsidRDefault="008660E6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8660E6" w:rsidRDefault="008660E6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8660E6" w:rsidRDefault="008660E6" w:rsidP="00460660">
          <w:pPr>
            <w:pStyle w:val="Zpat"/>
          </w:pPr>
          <w:r>
            <w:t>IČO: 709 94 234 DIČ: CZ 709 94 234</w:t>
          </w:r>
        </w:p>
        <w:p w14:paraId="5FB2C527" w14:textId="77777777" w:rsidR="008660E6" w:rsidRDefault="008660E6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8660E6" w:rsidRDefault="008660E6" w:rsidP="00460660">
          <w:pPr>
            <w:pStyle w:val="Zpat"/>
          </w:pPr>
        </w:p>
      </w:tc>
    </w:tr>
  </w:tbl>
  <w:p w14:paraId="42F491F0" w14:textId="77777777" w:rsidR="008660E6" w:rsidRPr="00B8518B" w:rsidRDefault="008660E6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FB70F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8844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8660E6" w:rsidRPr="00460660" w:rsidRDefault="008660E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DA979" w14:textId="77777777" w:rsidR="008660E6" w:rsidRDefault="008660E6" w:rsidP="00962258">
      <w:pPr>
        <w:spacing w:after="0" w:line="240" w:lineRule="auto"/>
      </w:pPr>
      <w:r>
        <w:separator/>
      </w:r>
    </w:p>
  </w:footnote>
  <w:footnote w:type="continuationSeparator" w:id="0">
    <w:p w14:paraId="7928C969" w14:textId="77777777" w:rsidR="008660E6" w:rsidRDefault="008660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660E6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8660E6" w:rsidRPr="00B8518B" w:rsidRDefault="008660E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8660E6" w:rsidRDefault="008660E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8660E6" w:rsidRPr="00D6163D" w:rsidRDefault="008660E6" w:rsidP="00D6163D">
          <w:pPr>
            <w:pStyle w:val="Druhdokumentu"/>
          </w:pPr>
        </w:p>
      </w:tc>
    </w:tr>
  </w:tbl>
  <w:p w14:paraId="4E88F22E" w14:textId="77777777" w:rsidR="008660E6" w:rsidRPr="00D6163D" w:rsidRDefault="008660E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660E6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8660E6" w:rsidRPr="00B8518B" w:rsidRDefault="008660E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8660E6" w:rsidRDefault="008660E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8660E6" w:rsidRPr="00D6163D" w:rsidRDefault="008660E6" w:rsidP="00FC6389">
          <w:pPr>
            <w:pStyle w:val="Druhdokumentu"/>
          </w:pPr>
        </w:p>
      </w:tc>
    </w:tr>
    <w:tr w:rsidR="008660E6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8660E6" w:rsidRPr="00B8518B" w:rsidRDefault="008660E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8660E6" w:rsidRDefault="008660E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8660E6" w:rsidRPr="00D6163D" w:rsidRDefault="008660E6" w:rsidP="00FC6389">
          <w:pPr>
            <w:pStyle w:val="Druhdokumentu"/>
          </w:pPr>
        </w:p>
      </w:tc>
    </w:tr>
  </w:tbl>
  <w:p w14:paraId="256161A2" w14:textId="77777777" w:rsidR="008660E6" w:rsidRPr="00D6163D" w:rsidRDefault="008660E6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8660E6" w:rsidRPr="00460660" w:rsidRDefault="008660E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660E6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00E3"/>
    <w:rsid w:val="00BD7E91"/>
    <w:rsid w:val="00C02D0A"/>
    <w:rsid w:val="00C03A6E"/>
    <w:rsid w:val="00C44F6A"/>
    <w:rsid w:val="00C47AE3"/>
    <w:rsid w:val="00CD1FC4"/>
    <w:rsid w:val="00D21061"/>
    <w:rsid w:val="00D4108E"/>
    <w:rsid w:val="00D5409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59334087-364C-4989-8CB2-6FD69CAA9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A7EC00-8075-430F-9602-7645CFD36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3</cp:revision>
  <cp:lastPrinted>2017-11-28T17:18:00Z</cp:lastPrinted>
  <dcterms:created xsi:type="dcterms:W3CDTF">2020-04-27T10:50:00Z</dcterms:created>
  <dcterms:modified xsi:type="dcterms:W3CDTF">2020-04-27T10:50:00Z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